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4EA0DA36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65531D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6A37DD5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056C27" w:rsidRPr="00056C27">
        <w:rPr>
          <w:rFonts w:cstheme="minorHAnsi"/>
          <w:b/>
          <w:lang w:eastAsia="pl-PL"/>
        </w:rPr>
        <w:t>POST/DYS/OB/GZA/</w:t>
      </w:r>
      <w:r w:rsidR="00AA7C26">
        <w:rPr>
          <w:rFonts w:cstheme="minorHAnsi"/>
          <w:b/>
          <w:lang w:eastAsia="pl-PL"/>
        </w:rPr>
        <w:t>02739</w:t>
      </w:r>
      <w:r w:rsidR="00056C27" w:rsidRPr="00056C27">
        <w:rPr>
          <w:rFonts w:cstheme="minorHAnsi"/>
          <w:b/>
          <w:lang w:eastAsia="pl-PL"/>
        </w:rPr>
        <w:t>/2025</w:t>
      </w:r>
      <w:r w:rsidR="0065531D">
        <w:rPr>
          <w:rFonts w:cstheme="minorHAnsi"/>
          <w:lang w:eastAsia="pl-PL"/>
        </w:rPr>
        <w:t xml:space="preserve"> prowadzonym w </w:t>
      </w:r>
      <w:r w:rsidRPr="00381365">
        <w:rPr>
          <w:rFonts w:cstheme="minorHAnsi"/>
          <w:lang w:eastAsia="pl-PL"/>
        </w:rPr>
        <w:t xml:space="preserve">trybie przetargu nieograniczonego pn. </w:t>
      </w:r>
      <w:r w:rsidR="00AA7C26" w:rsidRPr="00AA7C26">
        <w:rPr>
          <w:rFonts w:cstheme="minorHAnsi"/>
          <w:b/>
          <w:i/>
        </w:rPr>
        <w:t>Opracowanie projektów budowlano-wykonawczych budowy sieci elektroenergetycznej SN na terenie działalności Rejonu Energetycznego Białystok Teren PGE Dystrybucja S.A. Oddział Białystok – 5 części</w:t>
      </w:r>
      <w:bookmarkStart w:id="6" w:name="_GoBack"/>
      <w:bookmarkEnd w:id="6"/>
      <w:r w:rsidR="0065531D">
        <w:rPr>
          <w:rFonts w:cstheme="minorHAnsi"/>
        </w:rPr>
        <w:t xml:space="preserve">, </w:t>
      </w:r>
      <w:r w:rsidRPr="00381365">
        <w:rPr>
          <w:rFonts w:cstheme="minorHAnsi"/>
        </w:rPr>
        <w:t>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4BB21D18" w14:textId="657E94DB" w:rsidR="00381365" w:rsidRDefault="00381365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96485C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96485C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96485C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81F04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C2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9B2A421" w:rsidR="00347E8D" w:rsidRPr="006B2C28" w:rsidRDefault="00F81C94" w:rsidP="00AA7C2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81C94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</w:t>
          </w:r>
          <w:r w:rsidR="00AA7C26">
            <w:rPr>
              <w:rFonts w:asciiTheme="majorHAnsi" w:hAnsiTheme="majorHAnsi"/>
              <w:color w:val="000000" w:themeColor="text1"/>
              <w:sz w:val="14"/>
              <w:szCs w:val="18"/>
            </w:rPr>
            <w:t>02739</w:t>
          </w:r>
          <w:r w:rsidRPr="00F81C9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4425884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6C27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6F18"/>
    <w:rsid w:val="005E79E5"/>
    <w:rsid w:val="005F6AA2"/>
    <w:rsid w:val="00623B01"/>
    <w:rsid w:val="00625BB0"/>
    <w:rsid w:val="006261BB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85C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7C26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1917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1C94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CD75BEF2FDFE4D8522A068BEE53F35" ma:contentTypeVersion="0" ma:contentTypeDescription="SWPP2 Dokument bazowy" ma:contentTypeScope="" ma:versionID="92b66a4763a136399022a1e70657f18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02739 Zał. 9 do SWZ - Ankieta.docx</dmsv2BaseFileName>
    <dmsv2BaseDisplayName xmlns="http://schemas.microsoft.com/sharepoint/v3">02739 Zał. 9 do SWZ - Ankieta</dmsv2BaseDisplayName>
    <dmsv2SWPP2ObjectNumber xmlns="http://schemas.microsoft.com/sharepoint/v3">POST/DYS/OB/GZA/02739/2025                        </dmsv2SWPP2ObjectNumber>
    <dmsv2SWPP2SumMD5 xmlns="http://schemas.microsoft.com/sharepoint/v3">e24b643028783c555a1a21be28c41fb4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687871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23012823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VMUH7Q3WANFY-182812031-538</_dlc_DocId>
    <_dlc_DocIdUrl xmlns="a19cb1c7-c5c7-46d4-85ae-d83685407bba">
      <Url>https://swpp2.dms.gkpge.pl/sites/39/_layouts/15/DocIdRedir.aspx?ID=VMUH7Q3WANFY-182812031-538</Url>
      <Description>VMUH7Q3WANFY-182812031-538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FA3DDDA-D5CF-40D7-8B48-F669F2424D7E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9377F0-50E4-4E46-945D-6A21DED3E13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0998490-90BC-4365-B5CA-475F7BCF9C4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72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18</cp:revision>
  <cp:lastPrinted>2024-07-15T11:21:00Z</cp:lastPrinted>
  <dcterms:created xsi:type="dcterms:W3CDTF">2025-01-15T13:15:00Z</dcterms:created>
  <dcterms:modified xsi:type="dcterms:W3CDTF">2025-07-23T05:59:00Z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0x01018910006FCD75BEF2FDFE4D8522A068BEE53F35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ce51cb4c-f2c1-441d-8577-dc98d5f21dba</vt:lpwstr>
  </property>
</Properties>
</file>